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：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湛江市名校(园)长名教师名班主任工作室主持人推荐名额分配表</w:t>
      </w:r>
    </w:p>
    <w:tbl>
      <w:tblPr>
        <w:tblStyle w:val="8"/>
        <w:tblW w:w="143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2124"/>
        <w:gridCol w:w="741"/>
        <w:gridCol w:w="1134"/>
        <w:gridCol w:w="1274"/>
        <w:gridCol w:w="1132"/>
        <w:gridCol w:w="1132"/>
        <w:gridCol w:w="1274"/>
        <w:gridCol w:w="1134"/>
        <w:gridCol w:w="1133"/>
        <w:gridCol w:w="851"/>
        <w:gridCol w:w="852"/>
        <w:gridCol w:w="853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3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序号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单位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推荐</w:t>
            </w:r>
          </w:p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名额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幼儿园</w:t>
            </w:r>
          </w:p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名教师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特校</w:t>
            </w:r>
          </w:p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名教师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小学</w:t>
            </w:r>
          </w:p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名教师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初中</w:t>
            </w:r>
          </w:p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名教师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高中</w:t>
            </w:r>
          </w:p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名教师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中职学校</w:t>
            </w:r>
          </w:p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名教师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幼儿园</w:t>
            </w:r>
          </w:p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名园长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小学</w:t>
            </w:r>
          </w:p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名校长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中学</w:t>
            </w:r>
          </w:p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名校长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名班</w:t>
            </w:r>
          </w:p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徐闻县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雷州市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廉江市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遂溪县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吴川市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麻章区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坡头区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赤坎区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霞山区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  <w:r>
              <w:rPr>
                <w:rFonts w:hint="eastAsia"/>
                <w:szCs w:val="20"/>
              </w:rPr>
              <w:t>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开发区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湛江一中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市直属</w:t>
            </w:r>
          </w:p>
          <w:p>
            <w:pPr>
              <w:rPr>
                <w:szCs w:val="20"/>
              </w:rPr>
            </w:pPr>
            <w:r>
              <w:rPr>
                <w:szCs w:val="20"/>
              </w:rPr>
              <w:t>幼儿园</w:t>
            </w:r>
            <w:r>
              <w:rPr>
                <w:sz w:val="24"/>
              </w:rPr>
              <w:t>3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湛江市二中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  <w:r>
              <w:rPr>
                <w:rFonts w:hint="eastAsia"/>
                <w:szCs w:val="20"/>
              </w:rPr>
              <w:t>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岭南师范学院附中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湛江市实验中学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爱周高级中学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湛江农垦实验中学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17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湛江市二中海东中学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18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湛江市二中海东小学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19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湛江农垦小学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湛江市特殊教育学校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21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湛江一中培才学校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3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序号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单位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推荐</w:t>
            </w:r>
          </w:p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名额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幼儿园</w:t>
            </w:r>
          </w:p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名教师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特校</w:t>
            </w:r>
          </w:p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名教师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小学</w:t>
            </w:r>
          </w:p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名教师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初中</w:t>
            </w:r>
          </w:p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名教师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高中</w:t>
            </w:r>
          </w:p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名教师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中职学校</w:t>
            </w:r>
          </w:p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名教师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幼儿园</w:t>
            </w:r>
          </w:p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名园长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小学</w:t>
            </w:r>
          </w:p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名校长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中学</w:t>
            </w:r>
          </w:p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名校长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名班</w:t>
            </w:r>
          </w:p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22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湛江二中港城中学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23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湛江卫校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24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湛江中医学校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湛江财贸中专学校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市财政职业技术学校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27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湛江艺术学校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28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湛江机电学校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29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湛江市体育学校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3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 xml:space="preserve">   文化课1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湛江市女子职校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2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105" w:firstLineChars="50"/>
              <w:rPr>
                <w:b/>
                <w:szCs w:val="21"/>
              </w:rPr>
            </w:pPr>
            <w:r>
              <w:rPr>
                <w:b/>
                <w:szCs w:val="21"/>
              </w:rPr>
              <w:t xml:space="preserve">       合  计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395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1"/>
              </w:rPr>
            </w:pPr>
          </w:p>
        </w:tc>
      </w:tr>
    </w:tbl>
    <w:p>
      <w:pPr>
        <w:widowControl/>
        <w:jc w:val="left"/>
        <w:rPr>
          <w:sz w:val="30"/>
          <w:szCs w:val="30"/>
        </w:rPr>
        <w:sectPr>
          <w:footerReference r:id="rId3" w:type="default"/>
          <w:footerReference r:id="rId4" w:type="even"/>
          <w:pgSz w:w="16838" w:h="11906" w:orient="landscape"/>
          <w:pgMar w:top="1701" w:right="1440" w:bottom="1701" w:left="1440" w:header="851" w:footer="992" w:gutter="0"/>
          <w:cols w:space="720" w:num="1"/>
        </w:sectPr>
      </w:pPr>
    </w:p>
    <w:p>
      <w:pPr>
        <w:bidi w:val="0"/>
        <w:jc w:val="both"/>
        <w:rPr>
          <w:lang w:val="en-US" w:eastAsia="zh-CN"/>
        </w:rPr>
      </w:pPr>
      <w:bookmarkStart w:id="0" w:name="_GoBack"/>
      <w:bookmarkEnd w:id="0"/>
    </w:p>
    <w:sectPr>
      <w:footerReference r:id="rId5" w:type="default"/>
      <w:footerReference r:id="rId6" w:type="even"/>
      <w:pgSz w:w="11906" w:h="16838"/>
      <w:pgMar w:top="2098" w:right="1474" w:bottom="1985" w:left="1588" w:header="851" w:footer="1134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14671" w:y="-176"/>
      <w:rPr>
        <w:rStyle w:val="11"/>
        <w:rFonts w:ascii="楷体_GB2312"/>
        <w:sz w:val="28"/>
      </w:rPr>
    </w:pPr>
    <w:r>
      <w:rPr>
        <w:rStyle w:val="11"/>
        <w:rFonts w:hint="eastAsia" w:ascii="楷体_GB2312"/>
        <w:sz w:val="28"/>
      </w:rPr>
      <w:t>—</w:t>
    </w:r>
    <w:r>
      <w:rPr>
        <w:rStyle w:val="11"/>
        <w:rFonts w:ascii="楷体_GB2312"/>
        <w:sz w:val="28"/>
      </w:rPr>
      <w:fldChar w:fldCharType="begin"/>
    </w:r>
    <w:r>
      <w:rPr>
        <w:rStyle w:val="11"/>
        <w:rFonts w:ascii="楷体_GB2312"/>
        <w:sz w:val="28"/>
      </w:rPr>
      <w:instrText xml:space="preserve">PAGE  </w:instrText>
    </w:r>
    <w:r>
      <w:rPr>
        <w:rStyle w:val="11"/>
        <w:rFonts w:ascii="楷体_GB2312"/>
        <w:sz w:val="28"/>
      </w:rPr>
      <w:fldChar w:fldCharType="separate"/>
    </w:r>
    <w:r>
      <w:rPr>
        <w:rStyle w:val="11"/>
        <w:rFonts w:ascii="楷体_GB2312"/>
        <w:sz w:val="28"/>
      </w:rPr>
      <w:t>7</w:t>
    </w:r>
    <w:r>
      <w:rPr>
        <w:rStyle w:val="11"/>
        <w:rFonts w:ascii="楷体_GB2312"/>
        <w:sz w:val="28"/>
      </w:rPr>
      <w:fldChar w:fldCharType="end"/>
    </w:r>
    <w:r>
      <w:rPr>
        <w:rStyle w:val="11"/>
        <w:rFonts w:hint="eastAsia" w:ascii="楷体_GB2312"/>
        <w:sz w:val="28"/>
      </w:rPr>
      <w:t>—</w: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1471" w:y="-653"/>
      <w:rPr>
        <w:rStyle w:val="11"/>
        <w:rFonts w:ascii="楷体_GB2312"/>
        <w:sz w:val="28"/>
      </w:rPr>
    </w:pPr>
    <w:r>
      <w:rPr>
        <w:rStyle w:val="11"/>
        <w:rFonts w:hint="eastAsia" w:ascii="楷体_GB2312"/>
        <w:sz w:val="28"/>
      </w:rPr>
      <w:t>—</w:t>
    </w:r>
    <w:r>
      <w:rPr>
        <w:rStyle w:val="11"/>
        <w:rFonts w:ascii="楷体_GB2312"/>
        <w:sz w:val="28"/>
      </w:rPr>
      <w:fldChar w:fldCharType="begin"/>
    </w:r>
    <w:r>
      <w:rPr>
        <w:rStyle w:val="11"/>
        <w:rFonts w:ascii="楷体_GB2312"/>
        <w:sz w:val="28"/>
      </w:rPr>
      <w:instrText xml:space="preserve">PAGE  </w:instrText>
    </w:r>
    <w:r>
      <w:rPr>
        <w:rStyle w:val="11"/>
        <w:rFonts w:ascii="楷体_GB2312"/>
        <w:sz w:val="28"/>
      </w:rPr>
      <w:fldChar w:fldCharType="separate"/>
    </w:r>
    <w:r>
      <w:rPr>
        <w:rStyle w:val="11"/>
        <w:rFonts w:ascii="楷体_GB2312"/>
        <w:sz w:val="28"/>
      </w:rPr>
      <w:t>8</w:t>
    </w:r>
    <w:r>
      <w:rPr>
        <w:rStyle w:val="11"/>
        <w:rFonts w:ascii="楷体_GB2312"/>
        <w:sz w:val="28"/>
      </w:rPr>
      <w:fldChar w:fldCharType="end"/>
    </w:r>
    <w:r>
      <w:rPr>
        <w:rStyle w:val="11"/>
        <w:rFonts w:hint="eastAsia" w:ascii="楷体_GB2312"/>
        <w:sz w:val="28"/>
      </w:rPr>
      <w:t>—</w:t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9691" w:y="-121"/>
      <w:rPr>
        <w:rStyle w:val="11"/>
        <w:rFonts w:ascii="楷体_GB2312"/>
        <w:sz w:val="28"/>
      </w:rPr>
    </w:pPr>
    <w:r>
      <w:rPr>
        <w:rStyle w:val="11"/>
        <w:rFonts w:hint="eastAsia" w:ascii="楷体_GB2312"/>
        <w:sz w:val="28"/>
      </w:rPr>
      <w:t>—</w:t>
    </w:r>
    <w:r>
      <w:rPr>
        <w:rStyle w:val="11"/>
        <w:rFonts w:ascii="楷体_GB2312"/>
        <w:sz w:val="28"/>
      </w:rPr>
      <w:fldChar w:fldCharType="begin"/>
    </w:r>
    <w:r>
      <w:rPr>
        <w:rStyle w:val="11"/>
        <w:rFonts w:ascii="楷体_GB2312"/>
        <w:sz w:val="28"/>
      </w:rPr>
      <w:instrText xml:space="preserve">PAGE  </w:instrText>
    </w:r>
    <w:r>
      <w:rPr>
        <w:rStyle w:val="11"/>
        <w:rFonts w:ascii="楷体_GB2312"/>
        <w:sz w:val="28"/>
      </w:rPr>
      <w:fldChar w:fldCharType="separate"/>
    </w:r>
    <w:r>
      <w:rPr>
        <w:rStyle w:val="11"/>
        <w:rFonts w:ascii="楷体_GB2312"/>
        <w:sz w:val="28"/>
      </w:rPr>
      <w:t>31</w:t>
    </w:r>
    <w:r>
      <w:rPr>
        <w:rStyle w:val="11"/>
        <w:rFonts w:ascii="楷体_GB2312"/>
        <w:sz w:val="28"/>
      </w:rPr>
      <w:fldChar w:fldCharType="end"/>
    </w:r>
    <w:r>
      <w:rPr>
        <w:rStyle w:val="11"/>
        <w:rFonts w:hint="eastAsia" w:ascii="楷体_GB2312"/>
        <w:sz w:val="28"/>
      </w:rPr>
      <w:t>—</w:t>
    </w:r>
  </w:p>
  <w:p>
    <w:pPr>
      <w:pStyle w:val="6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1589" w:y="-3"/>
      <w:rPr>
        <w:rStyle w:val="11"/>
        <w:rFonts w:ascii="楷体_GB2312"/>
        <w:sz w:val="28"/>
      </w:rPr>
    </w:pPr>
    <w:r>
      <w:rPr>
        <w:rStyle w:val="11"/>
        <w:rFonts w:hint="eastAsia" w:ascii="楷体_GB2312"/>
        <w:sz w:val="28"/>
      </w:rPr>
      <w:t>—</w:t>
    </w:r>
    <w:r>
      <w:rPr>
        <w:rStyle w:val="11"/>
        <w:rFonts w:ascii="楷体_GB2312"/>
        <w:sz w:val="28"/>
      </w:rPr>
      <w:fldChar w:fldCharType="begin"/>
    </w:r>
    <w:r>
      <w:rPr>
        <w:rStyle w:val="11"/>
        <w:rFonts w:ascii="楷体_GB2312"/>
        <w:sz w:val="28"/>
      </w:rPr>
      <w:instrText xml:space="preserve">PAGE  </w:instrText>
    </w:r>
    <w:r>
      <w:rPr>
        <w:rStyle w:val="11"/>
        <w:rFonts w:ascii="楷体_GB2312"/>
        <w:sz w:val="28"/>
      </w:rPr>
      <w:fldChar w:fldCharType="separate"/>
    </w:r>
    <w:r>
      <w:rPr>
        <w:rStyle w:val="11"/>
        <w:rFonts w:ascii="楷体_GB2312"/>
        <w:sz w:val="28"/>
      </w:rPr>
      <w:t>32</w:t>
    </w:r>
    <w:r>
      <w:rPr>
        <w:rStyle w:val="11"/>
        <w:rFonts w:ascii="楷体_GB2312"/>
        <w:sz w:val="28"/>
      </w:rPr>
      <w:fldChar w:fldCharType="end"/>
    </w:r>
    <w:r>
      <w:rPr>
        <w:rStyle w:val="11"/>
        <w:rFonts w:hint="eastAsia" w:ascii="楷体_GB2312"/>
        <w:sz w:val="28"/>
      </w:rPr>
      <w:t>—</w:t>
    </w:r>
  </w:p>
  <w:p>
    <w:pPr>
      <w:pStyle w:val="6"/>
      <w:ind w:right="360"/>
      <w:rPr>
        <w:rFonts w:ascii="楷体_GB2312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F93"/>
    <w:rsid w:val="00015E9B"/>
    <w:rsid w:val="000348A4"/>
    <w:rsid w:val="000610A1"/>
    <w:rsid w:val="000838A8"/>
    <w:rsid w:val="00091128"/>
    <w:rsid w:val="000B13E1"/>
    <w:rsid w:val="000C7067"/>
    <w:rsid w:val="0011759E"/>
    <w:rsid w:val="00135711"/>
    <w:rsid w:val="00137E40"/>
    <w:rsid w:val="001516CB"/>
    <w:rsid w:val="00167F7C"/>
    <w:rsid w:val="001D79C8"/>
    <w:rsid w:val="00202CC1"/>
    <w:rsid w:val="00211BF9"/>
    <w:rsid w:val="002A2090"/>
    <w:rsid w:val="002B70D4"/>
    <w:rsid w:val="002C6B2E"/>
    <w:rsid w:val="002D2CBC"/>
    <w:rsid w:val="002E457B"/>
    <w:rsid w:val="002E70A6"/>
    <w:rsid w:val="002F2F31"/>
    <w:rsid w:val="00373C23"/>
    <w:rsid w:val="003E6B05"/>
    <w:rsid w:val="004108AD"/>
    <w:rsid w:val="00412442"/>
    <w:rsid w:val="00442FF6"/>
    <w:rsid w:val="004601F3"/>
    <w:rsid w:val="0046697E"/>
    <w:rsid w:val="004777E1"/>
    <w:rsid w:val="004C284D"/>
    <w:rsid w:val="004E06B4"/>
    <w:rsid w:val="004F2070"/>
    <w:rsid w:val="004F3470"/>
    <w:rsid w:val="004F46E2"/>
    <w:rsid w:val="00513E78"/>
    <w:rsid w:val="005170D8"/>
    <w:rsid w:val="00534CB9"/>
    <w:rsid w:val="005827F0"/>
    <w:rsid w:val="005B4E8A"/>
    <w:rsid w:val="00603FF9"/>
    <w:rsid w:val="006059F8"/>
    <w:rsid w:val="0061318A"/>
    <w:rsid w:val="006378FF"/>
    <w:rsid w:val="00643E3C"/>
    <w:rsid w:val="00657318"/>
    <w:rsid w:val="006A6DD8"/>
    <w:rsid w:val="006D51C1"/>
    <w:rsid w:val="006F55FE"/>
    <w:rsid w:val="007037A7"/>
    <w:rsid w:val="007355F7"/>
    <w:rsid w:val="00742045"/>
    <w:rsid w:val="00743B5D"/>
    <w:rsid w:val="0075049A"/>
    <w:rsid w:val="00755C56"/>
    <w:rsid w:val="00765550"/>
    <w:rsid w:val="0077270E"/>
    <w:rsid w:val="0079250C"/>
    <w:rsid w:val="007A5ABB"/>
    <w:rsid w:val="007B293D"/>
    <w:rsid w:val="007D2EC7"/>
    <w:rsid w:val="007D52F4"/>
    <w:rsid w:val="007E7CDC"/>
    <w:rsid w:val="007F0222"/>
    <w:rsid w:val="007F3561"/>
    <w:rsid w:val="0080780C"/>
    <w:rsid w:val="008429B4"/>
    <w:rsid w:val="0086166A"/>
    <w:rsid w:val="00872D41"/>
    <w:rsid w:val="00876BC0"/>
    <w:rsid w:val="0089477D"/>
    <w:rsid w:val="00910009"/>
    <w:rsid w:val="00945B04"/>
    <w:rsid w:val="00992060"/>
    <w:rsid w:val="009E280A"/>
    <w:rsid w:val="00A01401"/>
    <w:rsid w:val="00A459DB"/>
    <w:rsid w:val="00A504D4"/>
    <w:rsid w:val="00A8489C"/>
    <w:rsid w:val="00A91E60"/>
    <w:rsid w:val="00A95827"/>
    <w:rsid w:val="00AA1637"/>
    <w:rsid w:val="00AA183A"/>
    <w:rsid w:val="00AC4513"/>
    <w:rsid w:val="00AC5183"/>
    <w:rsid w:val="00AD1F4D"/>
    <w:rsid w:val="00AE3AB0"/>
    <w:rsid w:val="00AF3EF7"/>
    <w:rsid w:val="00B12F93"/>
    <w:rsid w:val="00B54A4E"/>
    <w:rsid w:val="00B63108"/>
    <w:rsid w:val="00B744BE"/>
    <w:rsid w:val="00C072C6"/>
    <w:rsid w:val="00C23B4E"/>
    <w:rsid w:val="00CB0600"/>
    <w:rsid w:val="00CB1699"/>
    <w:rsid w:val="00CD36E0"/>
    <w:rsid w:val="00CE308F"/>
    <w:rsid w:val="00D3397A"/>
    <w:rsid w:val="00D47309"/>
    <w:rsid w:val="00D47AC9"/>
    <w:rsid w:val="00D57942"/>
    <w:rsid w:val="00DA0B36"/>
    <w:rsid w:val="00DE576E"/>
    <w:rsid w:val="00E209F3"/>
    <w:rsid w:val="00E400F9"/>
    <w:rsid w:val="00E63E17"/>
    <w:rsid w:val="00EA70DD"/>
    <w:rsid w:val="00EC0C1B"/>
    <w:rsid w:val="00EC7C35"/>
    <w:rsid w:val="00EF45EA"/>
    <w:rsid w:val="00F2073E"/>
    <w:rsid w:val="00F53690"/>
    <w:rsid w:val="00F76D61"/>
    <w:rsid w:val="00FC13F7"/>
    <w:rsid w:val="00FD2DE3"/>
    <w:rsid w:val="00FE4379"/>
    <w:rsid w:val="03DE1CAA"/>
    <w:rsid w:val="2BC4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44"/>
    </w:rPr>
  </w:style>
  <w:style w:type="paragraph" w:styleId="3">
    <w:name w:val="Plain Text"/>
    <w:basedOn w:val="1"/>
    <w:link w:val="14"/>
    <w:uiPriority w:val="0"/>
    <w:rPr>
      <w:rFonts w:ascii="宋体" w:hAnsi="Courier New"/>
      <w:szCs w:val="21"/>
    </w:rPr>
  </w:style>
  <w:style w:type="paragraph" w:styleId="4">
    <w:name w:val="Date"/>
    <w:basedOn w:val="1"/>
    <w:next w:val="1"/>
    <w:link w:val="12"/>
    <w:uiPriority w:val="0"/>
    <w:pPr>
      <w:ind w:left="100" w:leftChars="2500"/>
    </w:pPr>
    <w:rPr>
      <w:rFonts w:eastAsia="仿宋_GB2312"/>
      <w:sz w:val="32"/>
    </w:rPr>
  </w:style>
  <w:style w:type="paragraph" w:styleId="5">
    <w:name w:val="Balloon Text"/>
    <w:basedOn w:val="1"/>
    <w:link w:val="17"/>
    <w:unhideWhenUsed/>
    <w:uiPriority w:val="0"/>
    <w:rPr>
      <w:sz w:val="18"/>
      <w:szCs w:val="18"/>
    </w:rPr>
  </w:style>
  <w:style w:type="paragraph" w:styleId="6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uiPriority w:val="0"/>
  </w:style>
  <w:style w:type="character" w:customStyle="1" w:styleId="12">
    <w:name w:val="日期 Char"/>
    <w:basedOn w:val="10"/>
    <w:link w:val="4"/>
    <w:uiPriority w:val="0"/>
    <w:rPr>
      <w:rFonts w:eastAsia="仿宋_GB2312"/>
      <w:kern w:val="2"/>
      <w:sz w:val="32"/>
      <w:szCs w:val="24"/>
    </w:rPr>
  </w:style>
  <w:style w:type="character" w:customStyle="1" w:styleId="13">
    <w:name w:val="页脚 Char"/>
    <w:basedOn w:val="10"/>
    <w:link w:val="6"/>
    <w:uiPriority w:val="99"/>
    <w:rPr>
      <w:kern w:val="2"/>
      <w:sz w:val="18"/>
      <w:szCs w:val="18"/>
    </w:rPr>
  </w:style>
  <w:style w:type="character" w:customStyle="1" w:styleId="14">
    <w:name w:val="纯文本 Char"/>
    <w:basedOn w:val="10"/>
    <w:link w:val="3"/>
    <w:uiPriority w:val="0"/>
    <w:rPr>
      <w:rFonts w:ascii="宋体" w:hAnsi="Courier New"/>
      <w:kern w:val="2"/>
      <w:sz w:val="21"/>
      <w:szCs w:val="21"/>
    </w:rPr>
  </w:style>
  <w:style w:type="character" w:customStyle="1" w:styleId="15">
    <w:name w:val="页眉 Char"/>
    <w:basedOn w:val="10"/>
    <w:link w:val="7"/>
    <w:uiPriority w:val="0"/>
    <w:rPr>
      <w:kern w:val="2"/>
      <w:sz w:val="18"/>
      <w:szCs w:val="18"/>
    </w:rPr>
  </w:style>
  <w:style w:type="character" w:customStyle="1" w:styleId="16">
    <w:name w:val="批注框文本 Char1"/>
    <w:basedOn w:val="10"/>
    <w:link w:val="5"/>
    <w:locked/>
    <w:uiPriority w:val="0"/>
    <w:rPr>
      <w:kern w:val="2"/>
      <w:sz w:val="18"/>
      <w:szCs w:val="18"/>
    </w:rPr>
  </w:style>
  <w:style w:type="character" w:customStyle="1" w:styleId="17">
    <w:name w:val="批注框文本 Char"/>
    <w:basedOn w:val="10"/>
    <w:link w:val="5"/>
    <w:uiPriority w:val="0"/>
    <w:rPr>
      <w:kern w:val="2"/>
      <w:sz w:val="18"/>
      <w:szCs w:val="18"/>
    </w:rPr>
  </w:style>
  <w:style w:type="character" w:customStyle="1" w:styleId="18">
    <w:name w:val="纯文本 Char1"/>
    <w:basedOn w:val="10"/>
    <w:semiHidden/>
    <w:qFormat/>
    <w:locked/>
    <w:uiPriority w:val="0"/>
    <w:rPr>
      <w:rFonts w:ascii="宋体" w:hAnsi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%20%20&#38472;\AppData\Roaming\Microsoft\Templates\&#28251;&#25945;&#20989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4A55FF-E10E-4C9D-875E-095DCFE9F3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湛教函</Template>
  <Company>china</Company>
  <Pages>31</Pages>
  <Words>1811</Words>
  <Characters>10328</Characters>
  <Lines>86</Lines>
  <Paragraphs>24</Paragraphs>
  <TotalTime>114</TotalTime>
  <ScaleCrop>false</ScaleCrop>
  <LinksUpToDate>false</LinksUpToDate>
  <CharactersWithSpaces>12115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2021-01-28T03:24:00Z</dcterms:created>
  <dc:creator>陈伟玲</dc:creator>
  <cp:lastModifiedBy>陌上花开</cp:lastModifiedBy>
  <cp:lastPrinted>2021-01-29T02:29:00Z</cp:lastPrinted>
  <dcterms:modified xsi:type="dcterms:W3CDTF">2021-01-30T02:06:59Z</dcterms:modified>
  <dc:title>湛教报[2003]号                         签发人：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